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E1F" w:rsidRPr="00155D50" w:rsidRDefault="00002E1F" w:rsidP="008B1C3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BZP.271.24.2023                                                                                            </w:t>
      </w:r>
      <w:r w:rsidRPr="00155D5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 xml:space="preserve">6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002E1F" w:rsidRPr="00155D50" w:rsidRDefault="00002E1F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002E1F" w:rsidRDefault="00002E1F" w:rsidP="008A683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002E1F" w:rsidRDefault="00002E1F" w:rsidP="008B1C30">
      <w:pPr>
        <w:spacing w:after="0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02E1F" w:rsidRPr="008A683F" w:rsidRDefault="00002E1F" w:rsidP="008B1C30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  <w:lang w:eastAsia="zh-CN"/>
        </w:rPr>
        <w:t>Prace konserwatorskie dachu Młyna Reszki</w:t>
      </w:r>
    </w:p>
    <w:p w:rsidR="00002E1F" w:rsidRPr="00155D50" w:rsidRDefault="00002E1F" w:rsidP="002E00D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>wykonania usług lub robót budowlanych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realizacji, których te zdolności są wymagane.</w:t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002E1F" w:rsidRPr="00155D50" w:rsidRDefault="00002E1F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002E1F" w:rsidRPr="006636EF" w:rsidRDefault="00002E1F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002E1F" w:rsidRPr="00155D50" w:rsidRDefault="00002E1F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PODPISEM ZAUFANYM LUB PODPISEM OSOBISTYM</w:t>
      </w:r>
    </w:p>
    <w:sectPr w:rsidR="00002E1F" w:rsidRPr="00155D50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E1F" w:rsidRDefault="00002E1F" w:rsidP="00482C4F">
      <w:pPr>
        <w:spacing w:after="0" w:line="240" w:lineRule="auto"/>
      </w:pPr>
      <w:r>
        <w:separator/>
      </w:r>
    </w:p>
  </w:endnote>
  <w:endnote w:type="continuationSeparator" w:id="0">
    <w:p w:rsidR="00002E1F" w:rsidRDefault="00002E1F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E1F" w:rsidRDefault="00002E1F">
      <w:pPr>
        <w:rPr>
          <w:sz w:val="12"/>
        </w:rPr>
      </w:pPr>
      <w:r>
        <w:separator/>
      </w:r>
    </w:p>
  </w:footnote>
  <w:footnote w:type="continuationSeparator" w:id="0">
    <w:p w:rsidR="00002E1F" w:rsidRDefault="00002E1F">
      <w:pPr>
        <w:rPr>
          <w:sz w:val="12"/>
        </w:rPr>
      </w:pPr>
      <w:r>
        <w:continuationSeparator/>
      </w:r>
    </w:p>
  </w:footnote>
  <w:footnote w:id="1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002E1F" w:rsidRDefault="00002E1F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002E1F" w:rsidRDefault="00002E1F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002E1F" w:rsidRDefault="00002E1F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4F"/>
    <w:rsid w:val="00002E1F"/>
    <w:rsid w:val="00034D7D"/>
    <w:rsid w:val="00057752"/>
    <w:rsid w:val="00083756"/>
    <w:rsid w:val="000F5999"/>
    <w:rsid w:val="00114768"/>
    <w:rsid w:val="00155D50"/>
    <w:rsid w:val="0016455C"/>
    <w:rsid w:val="001713D8"/>
    <w:rsid w:val="001C6CF9"/>
    <w:rsid w:val="001C7E96"/>
    <w:rsid w:val="001F1DB2"/>
    <w:rsid w:val="00265C0F"/>
    <w:rsid w:val="00283683"/>
    <w:rsid w:val="002B398B"/>
    <w:rsid w:val="002C4BC9"/>
    <w:rsid w:val="002D541D"/>
    <w:rsid w:val="002E00D9"/>
    <w:rsid w:val="00351E95"/>
    <w:rsid w:val="00381A73"/>
    <w:rsid w:val="003844C7"/>
    <w:rsid w:val="003A5C66"/>
    <w:rsid w:val="003C51BE"/>
    <w:rsid w:val="003F3A5C"/>
    <w:rsid w:val="0040420F"/>
    <w:rsid w:val="004215EC"/>
    <w:rsid w:val="00482C4F"/>
    <w:rsid w:val="004E091C"/>
    <w:rsid w:val="00552C63"/>
    <w:rsid w:val="005B15BB"/>
    <w:rsid w:val="005D0A72"/>
    <w:rsid w:val="006342A0"/>
    <w:rsid w:val="006636EF"/>
    <w:rsid w:val="006674CA"/>
    <w:rsid w:val="006A3B96"/>
    <w:rsid w:val="006C05CC"/>
    <w:rsid w:val="00744671"/>
    <w:rsid w:val="00763A78"/>
    <w:rsid w:val="007F6314"/>
    <w:rsid w:val="0082738B"/>
    <w:rsid w:val="00863D8F"/>
    <w:rsid w:val="008A683F"/>
    <w:rsid w:val="008B1C30"/>
    <w:rsid w:val="008D58DA"/>
    <w:rsid w:val="008D7295"/>
    <w:rsid w:val="008E7AA2"/>
    <w:rsid w:val="008F5BC7"/>
    <w:rsid w:val="0098254C"/>
    <w:rsid w:val="009B726C"/>
    <w:rsid w:val="009C3A92"/>
    <w:rsid w:val="009C7801"/>
    <w:rsid w:val="00A12C8C"/>
    <w:rsid w:val="00A2133D"/>
    <w:rsid w:val="00A357B5"/>
    <w:rsid w:val="00A835A0"/>
    <w:rsid w:val="00AB571D"/>
    <w:rsid w:val="00AE4560"/>
    <w:rsid w:val="00AE4A90"/>
    <w:rsid w:val="00CC02E4"/>
    <w:rsid w:val="00CD0FB1"/>
    <w:rsid w:val="00D17C6E"/>
    <w:rsid w:val="00DA2BB6"/>
    <w:rsid w:val="00DE3327"/>
    <w:rsid w:val="00DE4BE0"/>
    <w:rsid w:val="00E40EDD"/>
    <w:rsid w:val="00E80DBF"/>
    <w:rsid w:val="00E9476B"/>
    <w:rsid w:val="00EA069B"/>
    <w:rsid w:val="00EB5C8C"/>
    <w:rsid w:val="00F174A6"/>
    <w:rsid w:val="00F4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11">
    <w:name w:val="Nagłówek 11"/>
    <w:basedOn w:val="Normal"/>
    <w:next w:val="Normal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"/>
    <w:next w:val="Normal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efaultParagraphFont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efaultParagraphFont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efaultParagraphFont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efaultParagraphFont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efaultParagraphFont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Header">
    <w:name w:val="header"/>
    <w:basedOn w:val="Normal"/>
    <w:next w:val="BodyText"/>
    <w:link w:val="HeaderChar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3756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83756"/>
    <w:rPr>
      <w:rFonts w:cs="Times New Roman"/>
      <w:lang w:eastAsia="en-US"/>
    </w:rPr>
  </w:style>
  <w:style w:type="paragraph" w:styleId="List">
    <w:name w:val="List"/>
    <w:basedOn w:val="BodyText"/>
    <w:uiPriority w:val="99"/>
    <w:rsid w:val="00482C4F"/>
    <w:rPr>
      <w:rFonts w:cs="Arial"/>
    </w:rPr>
  </w:style>
  <w:style w:type="paragraph" w:customStyle="1" w:styleId="Legenda1">
    <w:name w:val="Legenda1"/>
    <w:basedOn w:val="Normal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"/>
    <w:uiPriority w:val="99"/>
    <w:rsid w:val="00482C4F"/>
  </w:style>
  <w:style w:type="paragraph" w:customStyle="1" w:styleId="Stopka1">
    <w:name w:val="Stopka1"/>
    <w:basedOn w:val="Normal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BodyText3">
    <w:name w:val="Body Text 3"/>
    <w:basedOn w:val="Normal"/>
    <w:link w:val="BodyText3Char1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3A5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7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199</Words>
  <Characters>1199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wjakubczyk</cp:lastModifiedBy>
  <cp:revision>20</cp:revision>
  <cp:lastPrinted>2021-07-23T09:15:00Z</cp:lastPrinted>
  <dcterms:created xsi:type="dcterms:W3CDTF">2022-12-16T08:25:00Z</dcterms:created>
  <dcterms:modified xsi:type="dcterms:W3CDTF">2023-05-18T07:26:00Z</dcterms:modified>
</cp:coreProperties>
</file>